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8A" w:rsidRPr="00982BE3" w:rsidRDefault="000E008A" w:rsidP="00463F57">
      <w:pPr>
        <w:spacing w:line="240" w:lineRule="auto"/>
        <w:jc w:val="right"/>
        <w:rPr>
          <w:sz w:val="28"/>
          <w:szCs w:val="28"/>
        </w:rPr>
      </w:pPr>
      <w:r w:rsidRPr="00982BE3">
        <w:rPr>
          <w:sz w:val="28"/>
          <w:szCs w:val="28"/>
        </w:rPr>
        <w:t xml:space="preserve">Утвержден распоряжением </w:t>
      </w:r>
    </w:p>
    <w:p w:rsidR="000E008A" w:rsidRPr="00982BE3" w:rsidRDefault="000E008A" w:rsidP="00463F57">
      <w:pPr>
        <w:spacing w:line="240" w:lineRule="auto"/>
        <w:jc w:val="right"/>
        <w:rPr>
          <w:sz w:val="28"/>
          <w:szCs w:val="28"/>
        </w:rPr>
      </w:pPr>
      <w:r w:rsidRPr="00982BE3">
        <w:rPr>
          <w:sz w:val="28"/>
          <w:szCs w:val="28"/>
        </w:rPr>
        <w:t xml:space="preserve">                                                                      Администрации Невельского района  от</w:t>
      </w:r>
      <w:r>
        <w:rPr>
          <w:sz w:val="28"/>
          <w:szCs w:val="28"/>
        </w:rPr>
        <w:t xml:space="preserve"> </w:t>
      </w:r>
      <w:r w:rsidRPr="00982BE3">
        <w:rPr>
          <w:sz w:val="28"/>
          <w:szCs w:val="28"/>
        </w:rPr>
        <w:t>_______________№_____</w:t>
      </w:r>
    </w:p>
    <w:p w:rsidR="000E008A" w:rsidRPr="00982BE3" w:rsidRDefault="000E008A" w:rsidP="007D3EF2">
      <w:pPr>
        <w:pStyle w:val="ConsPlusNormal"/>
        <w:jc w:val="center"/>
        <w:rPr>
          <w:b/>
          <w:sz w:val="28"/>
          <w:szCs w:val="28"/>
        </w:rPr>
      </w:pPr>
      <w:r w:rsidRPr="00982BE3">
        <w:rPr>
          <w:b/>
          <w:sz w:val="28"/>
          <w:szCs w:val="28"/>
        </w:rPr>
        <w:t>Рабочий план счетов бюджетного учета Администрации Невельского района</w:t>
      </w:r>
    </w:p>
    <w:p w:rsidR="000E008A" w:rsidRDefault="000E008A" w:rsidP="007D3EF2">
      <w:pPr>
        <w:pStyle w:val="ConsPlusNormal"/>
        <w:jc w:val="center"/>
      </w:pPr>
    </w:p>
    <w:tbl>
      <w:tblPr>
        <w:tblW w:w="15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7"/>
        <w:gridCol w:w="1260"/>
        <w:gridCol w:w="990"/>
        <w:gridCol w:w="810"/>
        <w:gridCol w:w="3960"/>
        <w:gridCol w:w="5340"/>
      </w:tblGrid>
      <w:tr w:rsidR="000E008A" w:rsidRPr="00412399" w:rsidTr="00463F57">
        <w:tc>
          <w:tcPr>
            <w:tcW w:w="3127" w:type="dxa"/>
            <w:vMerge w:val="restart"/>
          </w:tcPr>
          <w:p w:rsidR="000E008A" w:rsidRDefault="000E008A">
            <w:pPr>
              <w:pStyle w:val="ConsPlusNormal"/>
              <w:jc w:val="center"/>
            </w:pPr>
            <w:r>
              <w:t>Наименование</w:t>
            </w:r>
          </w:p>
          <w:p w:rsidR="000E008A" w:rsidRDefault="000E008A">
            <w:pPr>
              <w:pStyle w:val="ConsPlusNormal"/>
              <w:jc w:val="center"/>
            </w:pPr>
            <w:r>
              <w:t>БАЛАНСОВОГО СЧЕТА</w:t>
            </w:r>
          </w:p>
        </w:tc>
        <w:tc>
          <w:tcPr>
            <w:tcW w:w="3060" w:type="dxa"/>
            <w:gridSpan w:val="3"/>
          </w:tcPr>
          <w:p w:rsidR="000E008A" w:rsidRDefault="000E008A">
            <w:pPr>
              <w:pStyle w:val="ConsPlusNormal"/>
              <w:jc w:val="center"/>
            </w:pPr>
            <w:r>
              <w:t>Синтетический счет объекта учета</w:t>
            </w:r>
          </w:p>
        </w:tc>
        <w:tc>
          <w:tcPr>
            <w:tcW w:w="3960" w:type="dxa"/>
            <w:vMerge w:val="restart"/>
          </w:tcPr>
          <w:p w:rsidR="000E008A" w:rsidRDefault="000E008A">
            <w:pPr>
              <w:pStyle w:val="ConsPlusNormal"/>
              <w:jc w:val="center"/>
            </w:pPr>
            <w:r>
              <w:t>Наименование группы</w:t>
            </w:r>
          </w:p>
        </w:tc>
        <w:tc>
          <w:tcPr>
            <w:tcW w:w="5340" w:type="dxa"/>
            <w:vMerge w:val="restart"/>
          </w:tcPr>
          <w:p w:rsidR="000E008A" w:rsidRDefault="000E008A">
            <w:pPr>
              <w:pStyle w:val="ConsPlusNormal"/>
              <w:jc w:val="center"/>
            </w:pPr>
            <w:r>
              <w:t>Наименование вида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3060" w:type="dxa"/>
            <w:gridSpan w:val="3"/>
          </w:tcPr>
          <w:p w:rsidR="000E008A" w:rsidRDefault="000E008A">
            <w:pPr>
              <w:pStyle w:val="ConsPlusNormal"/>
              <w:jc w:val="center"/>
            </w:pPr>
            <w:r>
              <w:t>коды счета</w:t>
            </w:r>
          </w:p>
        </w:tc>
        <w:tc>
          <w:tcPr>
            <w:tcW w:w="3960" w:type="dxa"/>
            <w:vMerge/>
          </w:tcPr>
          <w:p w:rsidR="000E008A" w:rsidRPr="00412399" w:rsidRDefault="000E008A"/>
        </w:tc>
        <w:tc>
          <w:tcPr>
            <w:tcW w:w="5340" w:type="dxa"/>
            <w:vMerge/>
          </w:tcPr>
          <w:p w:rsidR="000E008A" w:rsidRPr="00412399" w:rsidRDefault="000E008A"/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  <w:vMerge w:val="restart"/>
          </w:tcPr>
          <w:p w:rsidR="000E008A" w:rsidRDefault="000E008A">
            <w:pPr>
              <w:pStyle w:val="ConsPlusNormal"/>
              <w:jc w:val="center"/>
            </w:pPr>
            <w:r>
              <w:t>синтетический</w:t>
            </w:r>
          </w:p>
        </w:tc>
        <w:tc>
          <w:tcPr>
            <w:tcW w:w="1800" w:type="dxa"/>
            <w:gridSpan w:val="2"/>
          </w:tcPr>
          <w:p w:rsidR="000E008A" w:rsidRDefault="000E008A">
            <w:pPr>
              <w:pStyle w:val="ConsPlusNormal"/>
              <w:jc w:val="center"/>
            </w:pPr>
            <w:r>
              <w:t xml:space="preserve">аналитический </w:t>
            </w:r>
          </w:p>
        </w:tc>
        <w:tc>
          <w:tcPr>
            <w:tcW w:w="3960" w:type="dxa"/>
            <w:vMerge/>
          </w:tcPr>
          <w:p w:rsidR="000E008A" w:rsidRPr="00412399" w:rsidRDefault="000E008A"/>
        </w:tc>
        <w:tc>
          <w:tcPr>
            <w:tcW w:w="5340" w:type="dxa"/>
            <w:vMerge/>
          </w:tcPr>
          <w:p w:rsidR="000E008A" w:rsidRPr="00412399" w:rsidRDefault="000E008A"/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  <w:vMerge/>
          </w:tcPr>
          <w:p w:rsidR="000E008A" w:rsidRPr="00412399" w:rsidRDefault="000E008A"/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810" w:type="dxa"/>
          </w:tcPr>
          <w:p w:rsidR="000E008A" w:rsidRDefault="000E008A" w:rsidP="00463F57">
            <w:pPr>
              <w:pStyle w:val="ConsPlusNormal"/>
              <w:ind w:left="-332" w:firstLine="332"/>
              <w:jc w:val="center"/>
            </w:pPr>
            <w:r>
              <w:t>вид</w:t>
            </w:r>
          </w:p>
        </w:tc>
        <w:tc>
          <w:tcPr>
            <w:tcW w:w="3960" w:type="dxa"/>
            <w:vMerge/>
          </w:tcPr>
          <w:p w:rsidR="000E008A" w:rsidRPr="00412399" w:rsidRDefault="000E008A"/>
        </w:tc>
        <w:tc>
          <w:tcPr>
            <w:tcW w:w="5340" w:type="dxa"/>
            <w:vMerge/>
          </w:tcPr>
          <w:p w:rsidR="000E008A" w:rsidRPr="00412399" w:rsidRDefault="000E008A"/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</w:tr>
      <w:tr w:rsidR="000E008A" w:rsidRPr="00412399" w:rsidTr="00463F57">
        <w:tc>
          <w:tcPr>
            <w:tcW w:w="15487" w:type="dxa"/>
            <w:gridSpan w:val="6"/>
          </w:tcPr>
          <w:p w:rsidR="000E008A" w:rsidRDefault="000E008A">
            <w:pPr>
              <w:pStyle w:val="ConsPlusNormal"/>
              <w:jc w:val="center"/>
              <w:outlineLvl w:val="1"/>
            </w:pPr>
            <w:r>
              <w:t>Раздел 1. Нефинансовые активы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</w:pPr>
            <w:bookmarkStart w:id="0" w:name="P88"/>
            <w:bookmarkEnd w:id="0"/>
            <w:r>
              <w:t>НЕФИНАНСОВЫЕ АКТИВЫ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1" w:name="P94"/>
            <w:bookmarkEnd w:id="1"/>
            <w:r>
              <w:t>Основные средства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2" w:name="P100"/>
            <w:bookmarkEnd w:id="2"/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Основные средства - недвижимое имущество учреждения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3" w:name="P110"/>
            <w:bookmarkEnd w:id="3"/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Основные средства - иное движимое имущество учреждения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" w:name="P120"/>
            <w:bookmarkEnd w:id="4"/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Жилые помещения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" w:name="P125"/>
            <w:bookmarkEnd w:id="5"/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Нежилые помещения (здания и сооружения)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" w:name="P135"/>
            <w:bookmarkEnd w:id="6"/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Машины и оборудование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" w:name="P140"/>
            <w:bookmarkEnd w:id="7"/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Транспортные средства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" w:name="P145"/>
            <w:bookmarkEnd w:id="8"/>
            <w:r>
              <w:t>1 0 1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Инвентарь производственный и хозяйственный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bookmarkStart w:id="9" w:name="P155"/>
            <w:bookmarkEnd w:id="9"/>
            <w:r>
              <w:t>1 0 1</w:t>
            </w:r>
          </w:p>
        </w:tc>
        <w:tc>
          <w:tcPr>
            <w:tcW w:w="99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6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both"/>
            </w:pPr>
            <w:r>
              <w:t>Прочие основные средства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10" w:name="P161"/>
            <w:bookmarkStart w:id="11" w:name="P216"/>
            <w:bookmarkEnd w:id="10"/>
            <w:bookmarkEnd w:id="11"/>
            <w:r>
              <w:t>Амортизация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" w:name="P222"/>
            <w:bookmarkEnd w:id="12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Амортизация недвижимого имущества учреждения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" w:name="P232"/>
            <w:bookmarkEnd w:id="13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Амортизация иного движимого имущества учреждения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4" w:name="P252"/>
            <w:bookmarkEnd w:id="14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Амортизация жилых помещений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5" w:name="P257"/>
            <w:bookmarkEnd w:id="15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Амортизация нежилых помещений (зданий и сооружений)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6" w:name="P267"/>
            <w:bookmarkEnd w:id="16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Амортизация машин и оборудования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7" w:name="P272"/>
            <w:bookmarkEnd w:id="17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Амортизация транспортных средств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8" w:name="P277"/>
            <w:bookmarkEnd w:id="18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Амортизация инвентаря производственного и хозяйственного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9" w:name="P287"/>
            <w:bookmarkEnd w:id="19"/>
            <w:r>
              <w:t>1 0 4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Амортизация прочих основных средств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20" w:name="P333"/>
            <w:bookmarkEnd w:id="20"/>
            <w:r>
              <w:t>Материальные запасы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Материальные запасы - иное движимое имущество учреждения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21" w:name="P360"/>
            <w:bookmarkEnd w:id="21"/>
            <w:r>
              <w:t>1 0 5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Горюче-смазочные материалы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22" w:name="P365"/>
            <w:bookmarkEnd w:id="22"/>
            <w:r>
              <w:t>1 0 5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Строительные материалы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23" w:name="P370"/>
            <w:bookmarkEnd w:id="23"/>
            <w:r>
              <w:t>1 0 5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Мягкий инвентарь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24" w:name="P375"/>
            <w:bookmarkEnd w:id="24"/>
            <w:r>
              <w:t>1 0 5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Прочие материальные запасы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25" w:name="P396"/>
            <w:bookmarkEnd w:id="25"/>
            <w:r>
              <w:t>Вложения в нефинансовые активы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Вложения в недвижимое имущество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1 0 6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Вложения в иное движимое имущество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26" w:name="P427"/>
            <w:bookmarkEnd w:id="26"/>
            <w:r>
              <w:t>1 0 6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Вложения в основные средства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bookmarkStart w:id="27" w:name="P442"/>
            <w:bookmarkEnd w:id="27"/>
            <w:r>
              <w:t>1 0 6</w:t>
            </w:r>
          </w:p>
        </w:tc>
        <w:tc>
          <w:tcPr>
            <w:tcW w:w="99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r>
              <w:t>Вложения в материальные запасы</w:t>
            </w:r>
          </w:p>
        </w:tc>
      </w:tr>
      <w:tr w:rsidR="000E008A" w:rsidRPr="00412399" w:rsidTr="00463F57">
        <w:tc>
          <w:tcPr>
            <w:tcW w:w="15487" w:type="dxa"/>
            <w:gridSpan w:val="6"/>
          </w:tcPr>
          <w:p w:rsidR="000E008A" w:rsidRDefault="000E008A">
            <w:pPr>
              <w:pStyle w:val="ConsPlusNormal"/>
              <w:jc w:val="center"/>
              <w:outlineLvl w:val="1"/>
            </w:pPr>
            <w:bookmarkStart w:id="28" w:name="P448"/>
            <w:bookmarkStart w:id="29" w:name="P481"/>
            <w:bookmarkEnd w:id="28"/>
            <w:bookmarkEnd w:id="29"/>
            <w:r>
              <w:t>Раздел 2. Финансовые активы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</w:pPr>
            <w:r>
              <w:t>ФИНАНСОВЫЕ АКТИВЫ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2 0 0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30" w:name="P722"/>
            <w:bookmarkEnd w:id="30"/>
            <w:r>
              <w:t>Денежные средства учреждения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31" w:name="P728"/>
            <w:bookmarkEnd w:id="31"/>
            <w:r>
              <w:t>2 0 1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Денежные средства на лицевых счетах учреждения в органе казначейства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32" w:name="P738"/>
            <w:bookmarkEnd w:id="32"/>
            <w:r>
              <w:t>2 0 1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Денежные средства в кассе учреждения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Pr="00463F57" w:rsidRDefault="000E008A">
            <w:pPr>
              <w:pStyle w:val="ConsPlusNormal"/>
              <w:jc w:val="center"/>
            </w:pPr>
            <w:r w:rsidRPr="00463F57">
              <w:t>2 0 1</w:t>
            </w:r>
          </w:p>
        </w:tc>
        <w:tc>
          <w:tcPr>
            <w:tcW w:w="990" w:type="dxa"/>
          </w:tcPr>
          <w:p w:rsidR="000E008A" w:rsidRPr="00463F57" w:rsidRDefault="000E008A">
            <w:pPr>
              <w:pStyle w:val="ConsPlusNormal"/>
              <w:jc w:val="center"/>
            </w:pPr>
            <w:r w:rsidRPr="00463F57">
              <w:t>0</w:t>
            </w:r>
          </w:p>
        </w:tc>
        <w:tc>
          <w:tcPr>
            <w:tcW w:w="810" w:type="dxa"/>
          </w:tcPr>
          <w:p w:rsidR="000E008A" w:rsidRPr="00463F57" w:rsidRDefault="000E008A">
            <w:pPr>
              <w:pStyle w:val="ConsPlusNormal"/>
              <w:jc w:val="center"/>
            </w:pPr>
            <w:r w:rsidRPr="00463F57"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  <w:r>
              <w:t>Денежные средства учреждения на счетах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33" w:name="P758"/>
            <w:bookmarkEnd w:id="33"/>
            <w:r>
              <w:t>2 0 1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Касса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34" w:name="P763"/>
            <w:bookmarkEnd w:id="34"/>
            <w:r>
              <w:t>2 0 1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Денежные документы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35" w:name="P779"/>
            <w:bookmarkStart w:id="36" w:name="P861"/>
            <w:bookmarkEnd w:id="35"/>
            <w:bookmarkEnd w:id="36"/>
            <w:r>
              <w:t>Финансовые вложения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37" w:name="P902"/>
            <w:bookmarkEnd w:id="37"/>
            <w:r>
              <w:t>2 0 4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Участие в государственных (муниципальных) предприятиях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38" w:name="P907"/>
            <w:bookmarkEnd w:id="38"/>
            <w:r>
              <w:t>2 0 4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Участие в государственных (муниципальных) учреждениях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39" w:name="P929"/>
            <w:bookmarkEnd w:id="39"/>
            <w:r>
              <w:t>Расчеты по доходам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0" w:name="P940"/>
            <w:bookmarkEnd w:id="40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доходам от собственности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1" w:name="P945"/>
            <w:bookmarkEnd w:id="41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доходам от оказания платных услуг (работ), компенсаций затрат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2" w:name="P950"/>
            <w:bookmarkEnd w:id="42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суммам штрафов, пеней, неустоек, возмещений ущерба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3" w:name="P955"/>
            <w:bookmarkEnd w:id="43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безвозмездным поступлениям от бюджетов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4" w:name="P965"/>
            <w:bookmarkEnd w:id="44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доходам от операций с активами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5" w:name="P970"/>
            <w:bookmarkEnd w:id="45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прочим доходам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6" w:name="P1040"/>
            <w:bookmarkEnd w:id="46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доходам от штрафных санкций за нарушение законодательства о закупках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7" w:name="P1045"/>
            <w:bookmarkEnd w:id="47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8" w:name="P1050"/>
            <w:bookmarkEnd w:id="48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доходам от прочих сумм принудительного изъятия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49" w:name="P1055"/>
            <w:bookmarkEnd w:id="49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поступлениям от других бюджетов бюджетной системы Российской Федерации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0" w:name="P1075"/>
            <w:bookmarkEnd w:id="50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доходам от операций с основными средствами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1" w:name="P1090"/>
            <w:bookmarkEnd w:id="51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доходам от операций с материальными запасами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2" w:name="P1100"/>
            <w:bookmarkEnd w:id="52"/>
            <w:r>
              <w:t>2 0 5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невыясненным поступлениям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53" w:name="P1121"/>
            <w:bookmarkEnd w:id="53"/>
            <w:r>
              <w:t>Расчеты по выданным авансам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4" w:name="P1132"/>
            <w:bookmarkEnd w:id="54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авансам по работам, услугам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5" w:name="P1137"/>
            <w:bookmarkEnd w:id="55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авансам по поступлению нефинансовых активов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6" w:name="P1162"/>
            <w:bookmarkEnd w:id="56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авансам по прочим расходам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7" w:name="P1182"/>
            <w:bookmarkEnd w:id="57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услугам связи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8" w:name="P1187"/>
            <w:bookmarkEnd w:id="58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транспортным услугам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59" w:name="P1192"/>
            <w:bookmarkEnd w:id="59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коммунальным услугам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0" w:name="P1202"/>
            <w:bookmarkEnd w:id="60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работам, услугам по содержанию имущества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1" w:name="P1207"/>
            <w:bookmarkEnd w:id="61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прочим работам, услугам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2" w:name="P1212"/>
            <w:bookmarkEnd w:id="62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страхованию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3" w:name="P1227"/>
            <w:bookmarkEnd w:id="63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приобретению основных средств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4" w:name="P1242"/>
            <w:bookmarkEnd w:id="64"/>
            <w:r>
              <w:t>2 0 6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авансам по приобретению материальных запасов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bookmarkStart w:id="65" w:name="P1302"/>
            <w:bookmarkEnd w:id="65"/>
            <w:r>
              <w:t>2 0 6</w:t>
            </w:r>
          </w:p>
        </w:tc>
        <w:tc>
          <w:tcPr>
            <w:tcW w:w="99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r>
              <w:t>Расчеты по авансам по оплате иных расходов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>
            <w:bookmarkStart w:id="66" w:name="P1309"/>
            <w:bookmarkEnd w:id="66"/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7" w:name="P1335"/>
            <w:bookmarkEnd w:id="67"/>
            <w:r>
              <w:t>2 0 7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иными дебиторами по бюджетным кредитам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68" w:name="P1340"/>
            <w:bookmarkEnd w:id="68"/>
            <w:r>
              <w:t>2 0 7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займам (ссудам)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69" w:name="P1345"/>
            <w:bookmarkEnd w:id="69"/>
            <w:r>
              <w:t>Расчеты с подотчетными лицами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0" w:name="P1351"/>
            <w:bookmarkEnd w:id="70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1" w:name="P1356"/>
            <w:bookmarkEnd w:id="71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работам, услугам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2" w:name="P1361"/>
            <w:bookmarkEnd w:id="72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поступлению нефинансовых активов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3" w:name="P1371"/>
            <w:bookmarkEnd w:id="73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прочим расходам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4" w:name="P1381"/>
            <w:bookmarkEnd w:id="74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прочим выплатам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5" w:name="P1391"/>
            <w:bookmarkEnd w:id="75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услуг связи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6" w:name="P1396"/>
            <w:bookmarkEnd w:id="76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транспортных услуг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7" w:name="P1401"/>
            <w:bookmarkEnd w:id="77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коммунальных услуг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8" w:name="P1411"/>
            <w:bookmarkEnd w:id="78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работ, услуг по содержанию имущества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79" w:name="P1416"/>
            <w:bookmarkEnd w:id="79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прочих работ, услуг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0" w:name="P1421"/>
            <w:bookmarkEnd w:id="80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страхования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1" w:name="P1436"/>
            <w:bookmarkEnd w:id="81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приобретению основных средств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2" w:name="P1446"/>
            <w:bookmarkEnd w:id="82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приобретению материальных запасов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3" w:name="P1466"/>
            <w:bookmarkEnd w:id="83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пошлин и сборов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4" w:name="P1471"/>
            <w:bookmarkEnd w:id="84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5" w:name="P1481"/>
            <w:bookmarkEnd w:id="85"/>
            <w:r>
              <w:t>2 0 8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других экономических санкций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bookmarkStart w:id="86" w:name="P1486"/>
            <w:bookmarkEnd w:id="86"/>
            <w:r>
              <w:t>2 0 8</w:t>
            </w:r>
          </w:p>
        </w:tc>
        <w:tc>
          <w:tcPr>
            <w:tcW w:w="99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r>
              <w:t>Расчеты с подотчетными лицами по оплате иных расходов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</w:pPr>
            <w:bookmarkStart w:id="87" w:name="P1492"/>
            <w:bookmarkEnd w:id="87"/>
            <w:r>
              <w:t>Прочие расчеты с дебиторами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2 1 0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8" w:name="P1593"/>
            <w:bookmarkEnd w:id="88"/>
            <w:r>
              <w:t>2 1 0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 w:rsidP="00C17BF3">
            <w:pPr>
              <w:pStyle w:val="ConsPlusNormal"/>
            </w:pPr>
            <w:r>
              <w:t xml:space="preserve">Расчеты с финансовым органом по поступлениям в бюджет 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89" w:name="P1611"/>
            <w:bookmarkEnd w:id="89"/>
            <w:r>
              <w:t>2 1 0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финансовым органом по наличным денежным средствам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90" w:name="P1623"/>
            <w:bookmarkEnd w:id="90"/>
            <w:r>
              <w:t>2 1 0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прочими дебиторами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91" w:name="P1629"/>
            <w:bookmarkEnd w:id="91"/>
            <w:r>
              <w:t>2 1 0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с учредителем</w:t>
            </w: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92" w:name="P1671"/>
            <w:bookmarkEnd w:id="92"/>
            <w:r>
              <w:t>Вложения в финансовые активы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2 1 5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93" w:name="P1682"/>
            <w:bookmarkEnd w:id="93"/>
            <w:r>
              <w:t>2 1 5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Вложения в акции и иные формы участия в капитале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94" w:name="P1712"/>
            <w:bookmarkEnd w:id="94"/>
            <w:r>
              <w:t>2 1 5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Вложения в государственные (муниципальные) предприятия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95" w:name="P1717"/>
            <w:bookmarkEnd w:id="95"/>
            <w:r>
              <w:t>2 1 5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Вложения в государственные (муниципальные) учреждения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96" w:name="P1722"/>
            <w:bookmarkEnd w:id="96"/>
            <w:r>
              <w:t>2 1 5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Вложения в иные формы участия в капитале</w:t>
            </w:r>
          </w:p>
        </w:tc>
      </w:tr>
      <w:tr w:rsidR="000E008A" w:rsidRPr="00412399" w:rsidTr="00463F57">
        <w:tc>
          <w:tcPr>
            <w:tcW w:w="15487" w:type="dxa"/>
            <w:gridSpan w:val="6"/>
          </w:tcPr>
          <w:p w:rsidR="000E008A" w:rsidRDefault="000E008A">
            <w:pPr>
              <w:pStyle w:val="ConsPlusNormal"/>
              <w:jc w:val="center"/>
              <w:outlineLvl w:val="1"/>
            </w:pPr>
            <w:r>
              <w:t>Раздел 3. Обязательства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</w:pPr>
            <w:r>
              <w:t>ОБЯЗАТЕЛЬСТВА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3 0 0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 w:val="restart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97" w:name="P1746"/>
            <w:bookmarkStart w:id="98" w:name="P1792"/>
            <w:bookmarkEnd w:id="97"/>
            <w:bookmarkEnd w:id="98"/>
            <w:r>
              <w:t>Расчеты по принятым обязательствам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99" w:name="P1798"/>
            <w:bookmarkEnd w:id="99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оплате труда и начислениям на выплаты по оплате труда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0" w:name="P1803"/>
            <w:bookmarkEnd w:id="100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работам, услугам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1" w:name="P1808"/>
            <w:bookmarkEnd w:id="101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поступлению нефинансовых активов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2" w:name="P1813"/>
            <w:bookmarkEnd w:id="102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безвозмездным перечислениям организациям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3" w:name="P1823"/>
            <w:bookmarkEnd w:id="103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социальному обеспечению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4" w:name="P1828"/>
            <w:bookmarkEnd w:id="104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приобретению ценных бумаг и по иным финансовым вложениям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5" w:name="P1833"/>
            <w:bookmarkEnd w:id="105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Расчеты по прочим расходам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6" w:name="P1838"/>
            <w:bookmarkEnd w:id="106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заработной плате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7" w:name="P1843"/>
            <w:bookmarkEnd w:id="107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прочим выплатам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8" w:name="P1848"/>
            <w:bookmarkEnd w:id="108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начислениям на выплаты по оплате труда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09" w:name="P1853"/>
            <w:bookmarkEnd w:id="109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  <w:r>
              <w:t>Расчеты по услугам связи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0" w:name="P1858"/>
            <w:bookmarkEnd w:id="110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транспортным услугам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1" w:name="P1863"/>
            <w:bookmarkEnd w:id="111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коммунальным услугам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2" w:name="P1873"/>
            <w:bookmarkEnd w:id="112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работам, услугам по содержанию имущества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3" w:name="P1878"/>
            <w:bookmarkEnd w:id="113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прочим работам, услугам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4" w:name="P1883"/>
            <w:bookmarkEnd w:id="114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страхованию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5" w:name="P1888"/>
            <w:bookmarkEnd w:id="115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услугам, работам для целей капитальных вложений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6" w:name="P1898"/>
            <w:bookmarkEnd w:id="116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приобретению основных средств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7" w:name="P1913"/>
            <w:bookmarkEnd w:id="117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приобретению материальных запасов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8" w:name="P1918"/>
            <w:bookmarkEnd w:id="118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безвозмездным перечислениям государственным и муниципальным организациям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19" w:name="P1923"/>
            <w:bookmarkEnd w:id="119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0" w:name="P1948"/>
            <w:bookmarkEnd w:id="120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пособиям по социальной помощи населению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1" w:name="P1953"/>
            <w:bookmarkEnd w:id="121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пенсиям, пособиям, выплачиваемым организациями сектора государственного управления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2" w:name="P1973"/>
            <w:bookmarkEnd w:id="122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штрафам за нарушение условий контрактов (договоров)</w:t>
            </w:r>
          </w:p>
        </w:tc>
      </w:tr>
      <w:tr w:rsidR="000E008A" w:rsidRPr="00412399" w:rsidTr="00463F57"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3" w:name="P1978"/>
            <w:bookmarkEnd w:id="123"/>
            <w:r>
              <w:t>3 0 2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другим экономическим санкциям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vMerge/>
            <w:tcBorders>
              <w:bottom w:val="nil"/>
            </w:tcBorders>
          </w:tcPr>
          <w:p w:rsidR="000E008A" w:rsidRPr="00412399" w:rsidRDefault="000E008A"/>
        </w:tc>
        <w:tc>
          <w:tcPr>
            <w:tcW w:w="126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bookmarkStart w:id="124" w:name="P1983"/>
            <w:bookmarkEnd w:id="124"/>
            <w:r>
              <w:t>3 0 2</w:t>
            </w:r>
          </w:p>
        </w:tc>
        <w:tc>
          <w:tcPr>
            <w:tcW w:w="99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r>
              <w:t>Расчеты по иным расходам</w:t>
            </w:r>
          </w:p>
        </w:tc>
      </w:tr>
      <w:tr w:rsidR="000E008A" w:rsidRPr="00412399" w:rsidTr="00463F57">
        <w:tc>
          <w:tcPr>
            <w:tcW w:w="3127" w:type="dxa"/>
            <w:vMerge w:val="restart"/>
          </w:tcPr>
          <w:p w:rsidR="000E008A" w:rsidRDefault="000E008A">
            <w:pPr>
              <w:pStyle w:val="ConsPlusNormal"/>
            </w:pPr>
            <w:bookmarkStart w:id="125" w:name="P1989"/>
            <w:bookmarkEnd w:id="125"/>
            <w:r>
              <w:t>Расчеты по платежам в бюджеты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6" w:name="P1995"/>
            <w:bookmarkEnd w:id="126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налогу на доходы физических лиц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7" w:name="P2000"/>
            <w:bookmarkEnd w:id="127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8" w:name="P2010"/>
            <w:bookmarkEnd w:id="128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налогу на добавленную стоимость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29" w:name="P2015"/>
            <w:bookmarkEnd w:id="129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прочим платежам в бюджет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0" w:name="P2020"/>
            <w:bookmarkEnd w:id="130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1" w:name="P2025"/>
            <w:bookmarkEnd w:id="131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2" w:name="P2030"/>
            <w:bookmarkEnd w:id="132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3" w:name="P2035"/>
            <w:bookmarkEnd w:id="133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дополнительным страховым взносам на пенсионное страхование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4" w:name="P2040"/>
            <w:bookmarkEnd w:id="134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5" w:name="P2045"/>
            <w:bookmarkEnd w:id="135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6" w:name="P2050"/>
            <w:bookmarkEnd w:id="136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налогу на имущество организаций</w:t>
            </w:r>
          </w:p>
        </w:tc>
      </w:tr>
      <w:tr w:rsidR="000E008A" w:rsidRPr="00412399" w:rsidTr="00463F57">
        <w:tc>
          <w:tcPr>
            <w:tcW w:w="3127" w:type="dxa"/>
            <w:vMerge/>
          </w:tcPr>
          <w:p w:rsidR="000E008A" w:rsidRPr="00412399" w:rsidRDefault="000E008A"/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7" w:name="P2055"/>
            <w:bookmarkEnd w:id="137"/>
            <w:r>
              <w:t>3 0 3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земельному налогу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</w:pPr>
            <w:bookmarkStart w:id="138" w:name="P2060"/>
            <w:bookmarkEnd w:id="138"/>
            <w:r>
              <w:t>Прочие расчеты с кредиторами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3 0 4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39" w:name="P2067"/>
            <w:bookmarkEnd w:id="139"/>
            <w:r>
              <w:t>3 0 4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средствам, полученным во временное распоряжение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40" w:name="P2079"/>
            <w:bookmarkEnd w:id="140"/>
            <w:r>
              <w:t>3 0 4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Расчеты по удержаниям из выплат по оплате труда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41" w:name="P2085"/>
            <w:bookmarkEnd w:id="141"/>
            <w:r>
              <w:t>3 0 4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Внутриведомственные расчеты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42" w:name="P2103"/>
            <w:bookmarkEnd w:id="142"/>
            <w:r>
              <w:t>3 0 4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 xml:space="preserve">Расчеты по платежам из бюджета с финансовым органом </w:t>
            </w:r>
          </w:p>
        </w:tc>
      </w:tr>
      <w:tr w:rsidR="000E008A" w:rsidRPr="00412399" w:rsidTr="00463F57">
        <w:tc>
          <w:tcPr>
            <w:tcW w:w="15487" w:type="dxa"/>
            <w:gridSpan w:val="6"/>
          </w:tcPr>
          <w:p w:rsidR="000E008A" w:rsidRDefault="000E008A">
            <w:pPr>
              <w:pStyle w:val="ConsPlusNormal"/>
              <w:jc w:val="center"/>
              <w:outlineLvl w:val="1"/>
            </w:pPr>
            <w:bookmarkStart w:id="143" w:name="P2125"/>
            <w:bookmarkStart w:id="144" w:name="P2162"/>
            <w:bookmarkEnd w:id="143"/>
            <w:bookmarkEnd w:id="144"/>
            <w:r>
              <w:t>Раздел 4. Финансовый результат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</w:pPr>
            <w:r>
              <w:t>ФИНАНСОВЫЙ РЕЗУЛЬТАТ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4 0 0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</w:pPr>
            <w:bookmarkStart w:id="145" w:name="P2181"/>
            <w:bookmarkEnd w:id="145"/>
            <w:r>
              <w:t>Финансовый результат экономического субъекта</w:t>
            </w: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r>
              <w:t>4 0 1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46" w:name="P2188"/>
            <w:bookmarkEnd w:id="146"/>
            <w:r>
              <w:t>4 0 1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 w:rsidP="00C17BF3">
            <w:pPr>
              <w:pStyle w:val="ConsPlusNormal"/>
            </w:pPr>
            <w:r>
              <w:t xml:space="preserve">Доходы текущего финансового года 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По видам доходов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47" w:name="P2205"/>
            <w:bookmarkEnd w:id="147"/>
            <w:r>
              <w:t>4 0 1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 w:rsidP="00C17BF3">
            <w:pPr>
              <w:pStyle w:val="ConsPlusNormal"/>
            </w:pPr>
            <w:r>
              <w:t xml:space="preserve">Расходы текущего финансового года 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</w:pPr>
            <w:r>
              <w:t>По видам расходов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>
            <w:pPr>
              <w:pStyle w:val="ConsPlusNormal"/>
              <w:jc w:val="center"/>
            </w:pPr>
            <w:bookmarkStart w:id="148" w:name="P2222"/>
            <w:bookmarkEnd w:id="148"/>
            <w:r>
              <w:t>4 0 1</w:t>
            </w:r>
          </w:p>
        </w:tc>
        <w:tc>
          <w:tcPr>
            <w:tcW w:w="990" w:type="dxa"/>
          </w:tcPr>
          <w:p w:rsidR="000E008A" w:rsidRDefault="000E00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>
            <w:pPr>
              <w:pStyle w:val="ConsPlusNormal"/>
            </w:pPr>
            <w:r>
              <w:t>Финансовый результат прошлых отчетных периодов</w:t>
            </w:r>
          </w:p>
        </w:tc>
        <w:tc>
          <w:tcPr>
            <w:tcW w:w="5340" w:type="dxa"/>
          </w:tcPr>
          <w:p w:rsidR="000E008A" w:rsidRDefault="000E008A">
            <w:pPr>
              <w:pStyle w:val="ConsPlusNormal"/>
              <w:jc w:val="both"/>
            </w:pP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bookmarkStart w:id="149" w:name="P2240"/>
            <w:bookmarkEnd w:id="149"/>
            <w:r>
              <w:t>4 0 1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C17BF3">
            <w:pPr>
              <w:pStyle w:val="ConsPlusNormal"/>
            </w:pPr>
            <w:r>
              <w:t xml:space="preserve">Резервы предстоящих расходов </w:t>
            </w: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</w:pPr>
            <w:r>
              <w:t>По видам расходов</w:t>
            </w:r>
          </w:p>
        </w:tc>
      </w:tr>
      <w:tr w:rsidR="000E008A" w:rsidRPr="00412399" w:rsidTr="00463F57">
        <w:tc>
          <w:tcPr>
            <w:tcW w:w="15487" w:type="dxa"/>
            <w:gridSpan w:val="6"/>
          </w:tcPr>
          <w:p w:rsidR="000E008A" w:rsidRDefault="000E008A" w:rsidP="00AE2400">
            <w:pPr>
              <w:pStyle w:val="ConsPlusNormal"/>
              <w:jc w:val="center"/>
              <w:outlineLvl w:val="1"/>
            </w:pPr>
            <w:bookmarkStart w:id="150" w:name="P2247"/>
            <w:bookmarkStart w:id="151" w:name="P2268"/>
            <w:bookmarkStart w:id="152" w:name="P2450"/>
            <w:bookmarkStart w:id="153" w:name="_GoBack"/>
            <w:bookmarkEnd w:id="150"/>
            <w:bookmarkEnd w:id="151"/>
            <w:bookmarkEnd w:id="152"/>
            <w:bookmarkEnd w:id="153"/>
            <w:r>
              <w:t>Раздел 5. Санкционирование расходов хозяйствующего субъекта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 w:rsidP="00081243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САНКЦИОНИРОВАНИЕ РАСХОДОВ</w:t>
            </w:r>
          </w:p>
          <w:p w:rsidR="000E008A" w:rsidRDefault="000E008A" w:rsidP="00AE2400">
            <w:pPr>
              <w:pStyle w:val="ConsPlusNormal"/>
            </w:pPr>
          </w:p>
        </w:tc>
        <w:tc>
          <w:tcPr>
            <w:tcW w:w="126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5 0 0 </w:t>
            </w:r>
          </w:p>
        </w:tc>
        <w:tc>
          <w:tcPr>
            <w:tcW w:w="990" w:type="dxa"/>
          </w:tcPr>
          <w:p w:rsidR="000E008A" w:rsidRDefault="000E008A" w:rsidP="00AE2400">
            <w:pPr>
              <w:pStyle w:val="ConsPlusNormal"/>
              <w:jc w:val="center"/>
            </w:pPr>
          </w:p>
        </w:tc>
        <w:tc>
          <w:tcPr>
            <w:tcW w:w="810" w:type="dxa"/>
          </w:tcPr>
          <w:p w:rsidR="000E008A" w:rsidRDefault="000E008A" w:rsidP="00AE2400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5340" w:type="dxa"/>
          </w:tcPr>
          <w:p w:rsidR="000E008A" w:rsidRDefault="000E008A" w:rsidP="00AE2400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126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>5 0 1</w:t>
            </w:r>
          </w:p>
        </w:tc>
        <w:tc>
          <w:tcPr>
            <w:tcW w:w="99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1 </w:t>
            </w:r>
          </w:p>
        </w:tc>
        <w:tc>
          <w:tcPr>
            <w:tcW w:w="81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</w:tcPr>
          <w:p w:rsidR="000E008A" w:rsidRDefault="000E008A" w:rsidP="00AE2400">
            <w:pPr>
              <w:pStyle w:val="ConsPlusNormal"/>
              <w:jc w:val="both"/>
            </w:pPr>
            <w:r>
              <w:t>Санкционирование по текущему финансовому году</w:t>
            </w:r>
          </w:p>
        </w:tc>
        <w:tc>
          <w:tcPr>
            <w:tcW w:w="5340" w:type="dxa"/>
          </w:tcPr>
          <w:p w:rsidR="000E008A" w:rsidRDefault="000E008A" w:rsidP="00AE2400">
            <w:pPr>
              <w:pStyle w:val="ConsPlusNormal"/>
              <w:jc w:val="both"/>
            </w:pP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 w:rsidP="00081243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Лимиты бюджетных обязательств</w:t>
            </w:r>
          </w:p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>5 0 1</w:t>
            </w:r>
          </w:p>
        </w:tc>
        <w:tc>
          <w:tcPr>
            <w:tcW w:w="99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 w:rsidP="00AE2400">
            <w:pPr>
              <w:pStyle w:val="ConsPlusNormal"/>
            </w:pPr>
            <w:r>
              <w:t>Доведенные лимиты бюджетных обязательств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5 0 1 </w:t>
            </w:r>
          </w:p>
        </w:tc>
        <w:tc>
          <w:tcPr>
            <w:tcW w:w="99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0 </w:t>
            </w:r>
          </w:p>
        </w:tc>
        <w:tc>
          <w:tcPr>
            <w:tcW w:w="81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 w:rsidP="00AE2400">
            <w:pPr>
              <w:pStyle w:val="ConsPlusNormal"/>
            </w:pPr>
            <w:r>
              <w:t>Лимиты бюджетных обязательств получателей бюджетных средств</w:t>
            </w:r>
          </w:p>
        </w:tc>
      </w:tr>
      <w:tr w:rsidR="000E008A" w:rsidRPr="00412399" w:rsidTr="00463F57">
        <w:tc>
          <w:tcPr>
            <w:tcW w:w="3127" w:type="dxa"/>
          </w:tcPr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126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5 0 1 </w:t>
            </w:r>
          </w:p>
        </w:tc>
        <w:tc>
          <w:tcPr>
            <w:tcW w:w="99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0 </w:t>
            </w:r>
          </w:p>
        </w:tc>
        <w:tc>
          <w:tcPr>
            <w:tcW w:w="810" w:type="dxa"/>
          </w:tcPr>
          <w:p w:rsidR="000E008A" w:rsidRDefault="000E008A" w:rsidP="00AE240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</w:tcPr>
          <w:p w:rsidR="000E008A" w:rsidRDefault="000E008A" w:rsidP="00AE2400">
            <w:pPr>
              <w:pStyle w:val="ConsPlusNormal"/>
              <w:jc w:val="both"/>
            </w:pPr>
            <w:r>
              <w:t>Полученные лимиты бюджетных обязательств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both"/>
            </w:pPr>
            <w:r>
              <w:t>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5 0 2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5 0 2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  <w:r>
              <w:t>Принятые обязательства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5 0 2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  <w:r>
              <w:t>Принятые денежные обязательства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both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5 0 3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5 0 3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  <w: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5 0 3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  <w:r>
              <w:t>Полученные бюджетные ассигнования</w:t>
            </w:r>
          </w:p>
        </w:tc>
      </w:tr>
      <w:tr w:rsidR="000E008A" w:rsidRPr="00412399" w:rsidTr="00463F57">
        <w:tblPrEx>
          <w:tblBorders>
            <w:insideH w:val="none" w:sz="0" w:space="0" w:color="auto"/>
          </w:tblBorders>
        </w:tblPrEx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both"/>
            </w:pPr>
            <w:r>
              <w:t>Право на принятие обязательств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5 0 6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 xml:space="preserve"> 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AE2400">
            <w:pPr>
              <w:pStyle w:val="ConsPlusNormal"/>
            </w:pPr>
            <w:r>
              <w:t>По видам расходов (выплат) (обязательств)</w:t>
            </w:r>
          </w:p>
        </w:tc>
      </w:tr>
    </w:tbl>
    <w:p w:rsidR="000E008A" w:rsidRDefault="000E008A">
      <w:pPr>
        <w:sectPr w:rsidR="000E008A" w:rsidSect="00463F57">
          <w:pgSz w:w="16838" w:h="11905" w:orient="landscape"/>
          <w:pgMar w:top="1134" w:right="1134" w:bottom="851" w:left="1134" w:header="0" w:footer="0" w:gutter="0"/>
          <w:cols w:space="720"/>
        </w:sectPr>
      </w:pPr>
    </w:p>
    <w:p w:rsidR="000E008A" w:rsidRDefault="000E008A">
      <w:pPr>
        <w:pStyle w:val="ConsPlusNormal"/>
        <w:jc w:val="center"/>
        <w:outlineLvl w:val="1"/>
      </w:pPr>
      <w:bookmarkStart w:id="154" w:name="P2463"/>
      <w:bookmarkEnd w:id="154"/>
      <w:r>
        <w:t>ЗАБАЛАНСОВЫЕ СЧЕТА</w:t>
      </w:r>
    </w:p>
    <w:p w:rsidR="000E008A" w:rsidRDefault="000E008A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0"/>
        <w:gridCol w:w="1650"/>
      </w:tblGrid>
      <w:tr w:rsidR="000E008A" w:rsidRPr="00412399">
        <w:tc>
          <w:tcPr>
            <w:tcW w:w="10560" w:type="dxa"/>
          </w:tcPr>
          <w:p w:rsidR="000E008A" w:rsidRDefault="000E008A">
            <w:pPr>
              <w:pStyle w:val="ConsPlusNormal"/>
              <w:jc w:val="center"/>
            </w:pPr>
            <w:r>
              <w:t>Наименование счета</w:t>
            </w:r>
          </w:p>
        </w:tc>
        <w:tc>
          <w:tcPr>
            <w:tcW w:w="1650" w:type="dxa"/>
          </w:tcPr>
          <w:p w:rsidR="000E008A" w:rsidRDefault="000E008A">
            <w:pPr>
              <w:pStyle w:val="ConsPlusNormal"/>
              <w:jc w:val="center"/>
            </w:pPr>
            <w:r>
              <w:t>Номер счета</w:t>
            </w:r>
          </w:p>
        </w:tc>
      </w:tr>
      <w:tr w:rsidR="000E008A" w:rsidRPr="00412399">
        <w:tc>
          <w:tcPr>
            <w:tcW w:w="10560" w:type="dxa"/>
          </w:tcPr>
          <w:p w:rsidR="000E008A" w:rsidRDefault="000E00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50" w:type="dxa"/>
          </w:tcPr>
          <w:p w:rsidR="000E008A" w:rsidRDefault="000E008A">
            <w:pPr>
              <w:pStyle w:val="ConsPlusNormal"/>
              <w:jc w:val="center"/>
            </w:pPr>
            <w:r>
              <w:t>2</w:t>
            </w:r>
          </w:p>
        </w:tc>
      </w:tr>
      <w:tr w:rsidR="000E008A" w:rsidRPr="00412399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bottom w:val="nil"/>
            </w:tcBorders>
          </w:tcPr>
          <w:p w:rsidR="000E008A" w:rsidRDefault="000E008A" w:rsidP="00C17BF3">
            <w:pPr>
              <w:pStyle w:val="ConsPlusNormal"/>
            </w:pPr>
            <w:bookmarkStart w:id="155" w:name="P2469"/>
            <w:bookmarkEnd w:id="155"/>
            <w:r>
              <w:t xml:space="preserve">Имущество, полученное в пользование </w:t>
            </w:r>
          </w:p>
        </w:tc>
        <w:tc>
          <w:tcPr>
            <w:tcW w:w="165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01</w:t>
            </w:r>
          </w:p>
        </w:tc>
      </w:tr>
      <w:tr w:rsidR="000E008A" w:rsidRPr="00412399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156" w:name="P2472"/>
            <w:bookmarkEnd w:id="156"/>
            <w:r>
              <w:t>Материальные ценности на хранении</w:t>
            </w:r>
          </w:p>
        </w:tc>
        <w:tc>
          <w:tcPr>
            <w:tcW w:w="165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02</w:t>
            </w:r>
          </w:p>
        </w:tc>
      </w:tr>
      <w:tr w:rsidR="000E008A" w:rsidRPr="00412399">
        <w:tc>
          <w:tcPr>
            <w:tcW w:w="10560" w:type="dxa"/>
          </w:tcPr>
          <w:p w:rsidR="000E008A" w:rsidRDefault="000E008A">
            <w:pPr>
              <w:pStyle w:val="ConsPlusNormal"/>
            </w:pPr>
            <w:bookmarkStart w:id="157" w:name="P2475"/>
            <w:bookmarkEnd w:id="157"/>
            <w:r>
              <w:t>Бланки строгой отчетности</w:t>
            </w:r>
          </w:p>
        </w:tc>
        <w:tc>
          <w:tcPr>
            <w:tcW w:w="1650" w:type="dxa"/>
          </w:tcPr>
          <w:p w:rsidR="000E008A" w:rsidRDefault="000E008A">
            <w:pPr>
              <w:pStyle w:val="ConsPlusNormal"/>
              <w:jc w:val="center"/>
            </w:pPr>
            <w:r>
              <w:t>03</w:t>
            </w:r>
          </w:p>
        </w:tc>
      </w:tr>
      <w:tr w:rsidR="000E008A" w:rsidRPr="00412399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bottom w:val="nil"/>
            </w:tcBorders>
          </w:tcPr>
          <w:p w:rsidR="000E008A" w:rsidRDefault="000E008A">
            <w:pPr>
              <w:pStyle w:val="ConsPlusNormal"/>
            </w:pPr>
            <w:bookmarkStart w:id="158" w:name="P2477"/>
            <w:bookmarkStart w:id="159" w:name="P2484"/>
            <w:bookmarkEnd w:id="158"/>
            <w:bookmarkEnd w:id="159"/>
            <w:r>
              <w:t>Награды, призы, кубки и ценные подарки, сувениры</w:t>
            </w:r>
          </w:p>
        </w:tc>
        <w:tc>
          <w:tcPr>
            <w:tcW w:w="1650" w:type="dxa"/>
            <w:tcBorders>
              <w:bottom w:val="nil"/>
            </w:tcBorders>
          </w:tcPr>
          <w:p w:rsidR="000E008A" w:rsidRDefault="000E008A">
            <w:pPr>
              <w:pStyle w:val="ConsPlusNormal"/>
              <w:jc w:val="center"/>
            </w:pPr>
            <w:r>
              <w:t>07</w:t>
            </w:r>
          </w:p>
        </w:tc>
      </w:tr>
      <w:tr w:rsidR="000E008A" w:rsidRPr="00412399">
        <w:tc>
          <w:tcPr>
            <w:tcW w:w="10560" w:type="dxa"/>
          </w:tcPr>
          <w:p w:rsidR="000E008A" w:rsidRDefault="000E008A">
            <w:pPr>
              <w:pStyle w:val="ConsPlusNormal"/>
            </w:pPr>
            <w:bookmarkStart w:id="160" w:name="P2487"/>
            <w:bookmarkStart w:id="161" w:name="P2489"/>
            <w:bookmarkEnd w:id="160"/>
            <w:bookmarkEnd w:id="161"/>
            <w:r>
              <w:t>Запасные части к транспортным средствам, выданные взамен изношенных</w:t>
            </w:r>
          </w:p>
        </w:tc>
        <w:tc>
          <w:tcPr>
            <w:tcW w:w="1650" w:type="dxa"/>
          </w:tcPr>
          <w:p w:rsidR="000E008A" w:rsidRDefault="000E008A">
            <w:pPr>
              <w:pStyle w:val="ConsPlusNormal"/>
              <w:jc w:val="center"/>
            </w:pPr>
            <w:r>
              <w:t>09</w:t>
            </w:r>
          </w:p>
        </w:tc>
      </w:tr>
      <w:tr w:rsidR="000E008A" w:rsidRPr="00412399">
        <w:tc>
          <w:tcPr>
            <w:tcW w:w="10560" w:type="dxa"/>
          </w:tcPr>
          <w:p w:rsidR="000E008A" w:rsidRDefault="000E008A">
            <w:pPr>
              <w:pStyle w:val="ConsPlusNormal"/>
            </w:pPr>
            <w:bookmarkStart w:id="162" w:name="P2491"/>
            <w:bookmarkEnd w:id="162"/>
            <w:r>
              <w:t>Обеспечение исполнения обязательств</w:t>
            </w:r>
          </w:p>
        </w:tc>
        <w:tc>
          <w:tcPr>
            <w:tcW w:w="1650" w:type="dxa"/>
          </w:tcPr>
          <w:p w:rsidR="000E008A" w:rsidRDefault="000E008A">
            <w:pPr>
              <w:pStyle w:val="ConsPlusNormal"/>
              <w:jc w:val="center"/>
            </w:pPr>
            <w:r>
              <w:t>10</w:t>
            </w:r>
          </w:p>
        </w:tc>
      </w:tr>
      <w:tr w:rsidR="000E008A" w:rsidRPr="00412399" w:rsidTr="00C17BF3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C17BF3">
            <w:pPr>
              <w:pStyle w:val="ConsPlusNormal"/>
            </w:pPr>
            <w:bookmarkStart w:id="163" w:name="P2493"/>
            <w:bookmarkStart w:id="164" w:name="P2505"/>
            <w:bookmarkEnd w:id="163"/>
            <w:bookmarkEnd w:id="164"/>
            <w:r>
              <w:t xml:space="preserve">Поступления денежных средств 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r>
              <w:t>17</w:t>
            </w:r>
          </w:p>
        </w:tc>
      </w:tr>
      <w:tr w:rsidR="000E008A" w:rsidRPr="00412399" w:rsidTr="00C17BF3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C17BF3">
            <w:pPr>
              <w:pStyle w:val="ConsPlusNormal"/>
            </w:pPr>
            <w:bookmarkStart w:id="165" w:name="P2508"/>
            <w:bookmarkEnd w:id="165"/>
            <w:r>
              <w:t xml:space="preserve">Выбытия денежных средств 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r>
              <w:t>18</w:t>
            </w:r>
          </w:p>
        </w:tc>
      </w:tr>
      <w:tr w:rsidR="000E008A" w:rsidRPr="00412399" w:rsidTr="00C17BF3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</w:pPr>
            <w:bookmarkStart w:id="166" w:name="P2511"/>
            <w:bookmarkStart w:id="167" w:name="P2517"/>
            <w:bookmarkEnd w:id="166"/>
            <w:bookmarkEnd w:id="167"/>
            <w:r>
              <w:t>Основные средства в эксплуатации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r>
              <w:t>21</w:t>
            </w:r>
          </w:p>
        </w:tc>
      </w:tr>
      <w:tr w:rsidR="000E008A" w:rsidRPr="00412399" w:rsidTr="00C17BF3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C17BF3">
            <w:pPr>
              <w:pStyle w:val="ConsPlusNormal"/>
            </w:pPr>
            <w:bookmarkStart w:id="168" w:name="P2520"/>
            <w:bookmarkStart w:id="169" w:name="P2530"/>
            <w:bookmarkEnd w:id="168"/>
            <w:bookmarkEnd w:id="169"/>
            <w:r>
              <w:t xml:space="preserve">Имущество, переданное в безвозмездное пользование 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r>
              <w:t>26</w:t>
            </w:r>
          </w:p>
        </w:tc>
      </w:tr>
      <w:tr w:rsidR="000E008A" w:rsidRPr="00412399" w:rsidTr="00C17BF3">
        <w:tblPrEx>
          <w:tblBorders>
            <w:insideH w:val="none" w:sz="0" w:space="0" w:color="auto"/>
          </w:tblBorders>
        </w:tblPrEx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 w:rsidP="00C17BF3">
            <w:pPr>
              <w:pStyle w:val="ConsPlusNormal"/>
            </w:pPr>
            <w:bookmarkStart w:id="170" w:name="P2533"/>
            <w:bookmarkEnd w:id="170"/>
            <w:r>
              <w:t xml:space="preserve">Материальные ценности, выданные в личное пользование работникам (сотрудникам) 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0E008A" w:rsidRDefault="000E008A">
            <w:pPr>
              <w:pStyle w:val="ConsPlusNormal"/>
              <w:jc w:val="center"/>
            </w:pPr>
            <w:r>
              <w:t>27</w:t>
            </w:r>
          </w:p>
        </w:tc>
      </w:tr>
    </w:tbl>
    <w:p w:rsidR="000E008A" w:rsidRDefault="000E008A">
      <w:pPr>
        <w:sectPr w:rsidR="000E008A" w:rsidSect="00C17BF3">
          <w:pgSz w:w="16838" w:h="11905" w:orient="landscape"/>
          <w:pgMar w:top="1701" w:right="1134" w:bottom="426" w:left="1134" w:header="0" w:footer="0" w:gutter="0"/>
          <w:cols w:space="720"/>
        </w:sectPr>
      </w:pPr>
    </w:p>
    <w:p w:rsidR="000E008A" w:rsidRDefault="000E008A" w:rsidP="00982BE3">
      <w:pPr>
        <w:pStyle w:val="ConsPlusNormal"/>
        <w:jc w:val="both"/>
      </w:pPr>
      <w:r>
        <w:t xml:space="preserve"> </w:t>
      </w:r>
    </w:p>
    <w:sectPr w:rsidR="000E008A" w:rsidSect="007D3EF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5A12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3031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6CAD2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7EA15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F4C5F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4A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505D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DEA6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12B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2260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EF2"/>
    <w:rsid w:val="00081243"/>
    <w:rsid w:val="000A0CFD"/>
    <w:rsid w:val="000B6B9A"/>
    <w:rsid w:val="000E008A"/>
    <w:rsid w:val="000E5901"/>
    <w:rsid w:val="00107BF9"/>
    <w:rsid w:val="00263AA5"/>
    <w:rsid w:val="00280D05"/>
    <w:rsid w:val="00291555"/>
    <w:rsid w:val="002B21DA"/>
    <w:rsid w:val="003554DF"/>
    <w:rsid w:val="00384A7F"/>
    <w:rsid w:val="003A33D6"/>
    <w:rsid w:val="003B56EB"/>
    <w:rsid w:val="00412399"/>
    <w:rsid w:val="00463F57"/>
    <w:rsid w:val="004D57B9"/>
    <w:rsid w:val="004E0405"/>
    <w:rsid w:val="00512127"/>
    <w:rsid w:val="005F240B"/>
    <w:rsid w:val="00751524"/>
    <w:rsid w:val="00753F02"/>
    <w:rsid w:val="007D3EF2"/>
    <w:rsid w:val="008179A3"/>
    <w:rsid w:val="008205E9"/>
    <w:rsid w:val="008344F7"/>
    <w:rsid w:val="00982BE3"/>
    <w:rsid w:val="009A7C91"/>
    <w:rsid w:val="00A0297A"/>
    <w:rsid w:val="00A53076"/>
    <w:rsid w:val="00AA7C2E"/>
    <w:rsid w:val="00AE2400"/>
    <w:rsid w:val="00B3751B"/>
    <w:rsid w:val="00BE4019"/>
    <w:rsid w:val="00C17BF3"/>
    <w:rsid w:val="00C47005"/>
    <w:rsid w:val="00D42041"/>
    <w:rsid w:val="00E154E3"/>
    <w:rsid w:val="00F306B9"/>
    <w:rsid w:val="00FD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55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3EF2"/>
    <w:pPr>
      <w:widowControl w:val="0"/>
      <w:autoSpaceDE w:val="0"/>
      <w:autoSpaceDN w:val="0"/>
    </w:pPr>
    <w:rPr>
      <w:rFonts w:eastAsia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269</TotalTime>
  <Pages>14</Pages>
  <Words>1616</Words>
  <Characters>9216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</cp:revision>
  <cp:lastPrinted>2018-10-22T12:57:00Z</cp:lastPrinted>
  <dcterms:created xsi:type="dcterms:W3CDTF">2018-06-06T16:22:00Z</dcterms:created>
  <dcterms:modified xsi:type="dcterms:W3CDTF">2018-10-22T13:17:00Z</dcterms:modified>
</cp:coreProperties>
</file>